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24"/>
        <w:ind w:hanging="0" w:left="0" w:right="0"/>
        <w:spacing w:after="120" w:before="0"/>
      </w:pPr>
      <w:r>
        <w:rPr>
          <w:b w:val="off"/>
          <w:bCs w:val="off"/>
        </w:rPr>
        <w:t>Oyó pasos detrás suyo y no le gustó en absoluto. ¿Quién podía seguirle en plena noche, y encima en una calle tan estrecha y en la zona portuaria? ¡Justamente ahora que acababa de dar el golpe con el que había soñado toda su vida y quería fugarse con el botín sin dejar huella! Tal vez uno de sus numerosos colegas había tenido la misma idea que él, lo había observado en secreto y esperado el momento preciso para robarle el fruto de su trabajo. O tal vez fuera uno de los incontables guardianes de la ley de esta ciudad, ya preparado para ponerle las esposas de acero en las muñecas. Ya podía oír incluso el famoso  "manos arriba, no se mueva". ¡Se sentía acorralado! De pronto vio un estrecho pasaje. ¿Sería esa su salvación? Sin pensarlo dos veces giró a la derecha y como un rayo desapareció entre los dos edificios, estando a punto de tropezar con el contenedor de basura que se encontraba volcado en medio de la calle. En la oscuridad intenta desesperadamente encontrar una salida. Para su sorpresa y desesperación se da cuenta de que no se puede escapar del patio al que ha llegado. La única salida es el mismo pequeño pasaje por el que ha entrado. Mientras tanto los pasos se aproximan cada vez más. Ya puede ver la oscura figura girando la esquina. Sus ojos escrutinan desesperadamente la oscuridad buscando una salida. ¿Va a perderlo todo ahora, estando tan cerca de la meta, después de tantos sacrificios, de tantos años de preparación forjando su plan? Se apoya en la pared, pegando lo más que puede su espalda contra ella, en la esperanza de poder escapar a la mirada de su perseguidor. De golpe, junto a él, una puerta se abre silenciosamente con el viento nocturno. ¿Sería esa su salvación? Empieza a avanzar lentamente en dirección a la puerta abierta sin dejar de pegarse como una hiedra a la pared. ¿Estaría salvado...?</w:t>
      </w:r>
    </w:p>
    <w:sectPr>
      <w:formProt w:val="off"/>
      <w:pgSz w:h="16838" w:w="11906"/>
      <w:textDirection w:val="lrTb"/>
      <w:pgNumType w:fmt="decimal"/>
      <w:type w:val="nextPage"/>
      <w:pgMar w:bottom="1984" w:left="1701" w:right="1701" w:top="1984"/>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 w:name="Nimbus Roman No9 L">
    <w:altName w:val="Times New Roman"/>
    <w:charset w:val="80"/>
    <w:family w:val="roman"/>
    <w:pitch w:val="variable"/>
  </w:font>
</w:fonts>
</file>

<file path=word/numbering.xml><?xml version="1.0" encoding="utf-8"?>
<w:numbering xmlns:w="http://schemas.openxmlformats.org/wordprocessingml/2006/main">
  <w:abstractNum w:abstractNumId="1">
    <w:lvl w:ilvl="0">
      <w:start w:val="1"/>
      <w:numFmt w:val="decimal"/>
      <w:lvlJc w:val="left"/>
      <w:lvlText w:val="%1"/>
      <w:pPr>
        <w:ind w:hanging="432" w:left="432"/>
      </w:pPr>
    </w:lvl>
    <w:lvl w:ilvl="1">
      <w:start w:val="1"/>
      <w:numFmt w:val="decimal"/>
      <w:lvlJc w:val="left"/>
      <w:lvlText w:val="%1.%2"/>
      <w:pPr>
        <w:ind w:hanging="576" w:left="576"/>
      </w:pPr>
    </w:lvl>
    <w:lvl w:ilvl="2">
      <w:start w:val="1"/>
      <w:numFmt w:val="decimal"/>
      <w:lvlJc w:val="left"/>
      <w:lvlText w:val="%1.%2.%3"/>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bullet"/>
      <w:lvlJc w:val="left"/>
      <w:lvlText w:val=""/>
      <w:pPr>
        <w:ind w:hanging="227" w:left="227"/>
      </w:pPr>
      <w:rPr>
        <w:rFonts w:ascii="Symbol" w:cs="Symbol" w:hAnsi="Symbol" w:hint="default"/>
      </w:rPr>
    </w:lvl>
    <w:lvl w:ilvl="1">
      <w:start w:val="1"/>
      <w:numFmt w:val="bullet"/>
      <w:lvlJc w:val="left"/>
      <w:lvlText w:val=""/>
      <w:pPr>
        <w:ind w:hanging="227" w:left="454"/>
      </w:pPr>
      <w:rPr>
        <w:rFonts w:ascii="Symbol" w:cs="Symbol" w:hAnsi="Symbol" w:hint="default"/>
      </w:rPr>
    </w:lvl>
    <w:lvl w:ilvl="2">
      <w:start w:val="1"/>
      <w:numFmt w:val="bullet"/>
      <w:lvlJc w:val="left"/>
      <w:lvlText w:val=""/>
      <w:pPr>
        <w:ind w:hanging="227" w:left="680"/>
      </w:pPr>
      <w:rPr>
        <w:rFonts w:ascii="Symbol" w:cs="Symbol" w:hAnsi="Symbol" w:hint="default"/>
      </w:rPr>
    </w:lvl>
    <w:lvl w:ilvl="3">
      <w:start w:val="1"/>
      <w:numFmt w:val="bullet"/>
      <w:lvlJc w:val="left"/>
      <w:lvlText w:val=""/>
      <w:pPr>
        <w:ind w:hanging="227" w:left="907"/>
      </w:pPr>
      <w:rPr>
        <w:rFonts w:ascii="Symbol" w:cs="Symbol" w:hAnsi="Symbol" w:hint="default"/>
      </w:rPr>
    </w:lvl>
    <w:lvl w:ilvl="4">
      <w:start w:val="1"/>
      <w:numFmt w:val="bullet"/>
      <w:lvlJc w:val="left"/>
      <w:lvlText w:val=""/>
      <w:pPr>
        <w:ind w:hanging="227" w:left="1134"/>
      </w:pPr>
      <w:rPr>
        <w:rFonts w:ascii="Symbol" w:cs="Symbol" w:hAnsi="Symbol" w:hint="default"/>
      </w:rPr>
    </w:lvl>
    <w:lvl w:ilvl="5">
      <w:start w:val="1"/>
      <w:numFmt w:val="bullet"/>
      <w:lvlJc w:val="left"/>
      <w:lvlText w:val=""/>
      <w:pPr>
        <w:ind w:hanging="227" w:left="1361"/>
      </w:pPr>
      <w:rPr>
        <w:rFonts w:ascii="Symbol" w:cs="Symbol" w:hAnsi="Symbol" w:hint="default"/>
      </w:rPr>
    </w:lvl>
    <w:lvl w:ilvl="6">
      <w:start w:val="1"/>
      <w:numFmt w:val="bullet"/>
      <w:lvlJc w:val="left"/>
      <w:lvlText w:val=""/>
      <w:pPr>
        <w:ind w:hanging="227" w:left="1587"/>
      </w:pPr>
      <w:rPr>
        <w:rFonts w:ascii="Symbol" w:cs="Symbol" w:hAnsi="Symbol" w:hint="default"/>
      </w:rPr>
    </w:lvl>
    <w:lvl w:ilvl="7">
      <w:start w:val="1"/>
      <w:numFmt w:val="bullet"/>
      <w:lvlJc w:val="left"/>
      <w:lvlText w:val=""/>
      <w:pPr>
        <w:ind w:hanging="227" w:left="1814"/>
      </w:pPr>
      <w:rPr>
        <w:rFonts w:ascii="Symbol" w:cs="Symbol" w:hAnsi="Symbol" w:hint="default"/>
      </w:rPr>
    </w:lvl>
    <w:lvl w:ilvl="8">
      <w:start w:val="1"/>
      <w:numFmt w:val="bullet"/>
      <w:lvlJc w:val="left"/>
      <w:lvlText w:val=""/>
      <w:pPr>
        <w:ind w:hanging="227" w:left="2041"/>
      </w:pPr>
      <w:rPr>
        <w:rFonts w:ascii="Symbol" w:cs="Symbol" w:hAnsi="Symbol" w:hint="default"/>
      </w:rPr>
    </w:lvl>
  </w:abstractNum>
  <w:num w:numId="1">
    <w:abstractNumId w:val="1"/>
  </w:num>
  <w:num w:numId="2">
    <w:abstractNumId w:val="2"/>
  </w:num>
</w:numbering>
</file>

<file path=word/styles.xml><?xml version="1.0" encoding="utf-8"?>
<w:styles xmlns:w="http://schemas.openxmlformats.org/wordprocessingml/2006/main">
  <w:style w:styleId="style0" w:type="paragraph">
    <w:name w:val="Predeterminado"/>
    <w:next w:val="style0"/>
    <w:pPr>
      <w:jc w:val="both"/>
      <w:widowControl w:val="off"/>
      <w:tabs>
        <w:tab w:leader="none" w:pos="709" w:val="left"/>
      </w:tabs>
      <w:suppressAutoHyphens w:val="true"/>
      <w:autoSpaceDE w:val="true"/>
      <w:overflowPunct w:val="true"/>
      <w:kinsoku w:val="true"/>
    </w:pPr>
    <w:rPr>
      <w:color w:val="auto"/>
      <w:sz w:val="24"/>
      <w:szCs w:val="24"/>
      <w:rFonts w:ascii="Nimbus Roman No9 L" w:cs="Lohit Hindi" w:eastAsia="DejaVu Sans" w:hAnsi="Nimbus Roman No9 L"/>
      <w:lang w:bidi="hi-IN" w:eastAsia="zh-CN" w:val="es-ES"/>
    </w:rPr>
  </w:style>
  <w:style w:styleId="style1" w:type="paragraph">
    <w:name w:val="Encabezado 1"/>
    <w:basedOn w:val="style23"/>
    <w:next w:val="style24"/>
    <w:pPr>
      <w:outlineLvl w:val="0"/>
      <w:numPr>
        <w:ilvl w:val="0"/>
        <w:numId w:val="1"/>
      </w:numPr>
    </w:pPr>
    <w:rPr>
      <w:sz w:val="29"/>
      <w:b/>
      <w:szCs w:val="32"/>
      <w:bCs/>
    </w:rPr>
  </w:style>
  <w:style w:styleId="style2" w:type="paragraph">
    <w:name w:val="Encabezado 2"/>
    <w:basedOn w:val="style23"/>
    <w:next w:val="style24"/>
    <w:pPr>
      <w:outlineLvl w:val="1"/>
      <w:numPr>
        <w:ilvl w:val="1"/>
        <w:numId w:val="1"/>
      </w:numPr>
    </w:pPr>
    <w:rPr>
      <w:sz w:val="26"/>
      <w:i w:val="off"/>
      <w:b/>
      <w:szCs w:val="28"/>
      <w:iCs/>
      <w:bCs/>
    </w:rPr>
  </w:style>
  <w:style w:styleId="style3" w:type="paragraph">
    <w:name w:val="Encabezado 3"/>
    <w:basedOn w:val="style23"/>
    <w:next w:val="style24"/>
    <w:pPr>
      <w:outlineLvl w:val="2"/>
      <w:numPr>
        <w:ilvl w:val="2"/>
        <w:numId w:val="1"/>
      </w:numPr>
    </w:pPr>
    <w:rPr>
      <w:sz w:val="24"/>
      <w:b w:val="off"/>
      <w:szCs w:val="28"/>
      <w:bCs/>
    </w:rPr>
  </w:style>
  <w:style w:styleId="style15" w:type="character">
    <w:name w:val="Viñetas"/>
    <w:next w:val="style15"/>
    <w:rPr>
      <w:rFonts w:ascii="OpenSymbol" w:cs="OpenSymbol" w:eastAsia="OpenSymbol" w:hAnsi="OpenSymbol"/>
    </w:rPr>
  </w:style>
  <w:style w:styleId="style16" w:type="character">
    <w:name w:val="Carácter de numeración"/>
    <w:next w:val="style16"/>
    <w:rPr/>
  </w:style>
  <w:style w:styleId="style17" w:type="character">
    <w:name w:val="Cita"/>
    <w:next w:val="style17"/>
    <w:rPr>
      <w:i/>
      <w:iCs/>
    </w:rPr>
  </w:style>
  <w:style w:styleId="style18" w:type="character">
    <w:name w:val="Cursiva"/>
    <w:next w:val="style18"/>
    <w:rPr>
      <w:i/>
    </w:rPr>
  </w:style>
  <w:style w:styleId="style19" w:type="character">
    <w:name w:val="Negrita"/>
    <w:next w:val="style19"/>
    <w:rPr>
      <w:b/>
    </w:rPr>
  </w:style>
  <w:style w:styleId="style20" w:type="character">
    <w:name w:val="Negrita+Cursiva"/>
    <w:next w:val="style20"/>
    <w:rPr>
      <w:i/>
      <w:b/>
    </w:rPr>
  </w:style>
  <w:style w:styleId="style21" w:type="character">
    <w:name w:val="Texto no proporcional"/>
    <w:next w:val="style21"/>
    <w:rPr>
      <w:sz w:val="20"/>
      <w:rFonts w:ascii="FreeMono" w:cs="DejaVu Sans Mono" w:eastAsia="DejaVu Sans" w:hAnsi="FreeMono"/>
    </w:rPr>
  </w:style>
  <w:style w:styleId="style22" w:type="character">
    <w:name w:val="Versalita"/>
    <w:next w:val="style22"/>
    <w:rPr>
      <w:smallCaps/>
    </w:rPr>
  </w:style>
  <w:style w:styleId="style23" w:type="paragraph">
    <w:name w:val="Encabezado"/>
    <w:basedOn w:val="style0"/>
    <w:next w:val="style24"/>
    <w:pPr>
      <w:jc w:val="left"/>
      <w:keepNext/>
      <w:spacing w:after="120" w:before="240"/>
    </w:pPr>
    <w:rPr>
      <w:sz w:val="24"/>
      <w:b/>
      <w:szCs w:val="28"/>
      <w:rFonts w:ascii="Nimbus Roman No9 L" w:cs="Lohit Hindi" w:eastAsia="DejaVu Sans" w:hAnsi="Nimbus Roman No9 L"/>
    </w:rPr>
  </w:style>
  <w:style w:styleId="style24" w:type="paragraph">
    <w:name w:val="Cuerpo de texto"/>
    <w:basedOn w:val="style0"/>
    <w:next w:val="style24"/>
    <w:pPr>
      <w:ind w:hanging="0" w:left="0" w:right="0"/>
      <w:spacing w:after="120" w:before="0"/>
    </w:pPr>
    <w:rPr/>
  </w:style>
  <w:style w:styleId="style25" w:type="paragraph">
    <w:name w:val="Lista"/>
    <w:basedOn w:val="style24"/>
    <w:next w:val="style25"/>
    <w:pPr/>
    <w:rPr>
      <w:rFonts w:cs="Lohit Hindi"/>
    </w:rPr>
  </w:style>
  <w:style w:styleId="style26" w:type="paragraph">
    <w:name w:val="Etiqueta"/>
    <w:basedOn w:val="style0"/>
    <w:next w:val="style26"/>
    <w:pPr>
      <w:suppressLineNumbers/>
      <w:spacing w:after="120" w:before="120"/>
    </w:pPr>
    <w:rPr>
      <w:sz w:val="24"/>
      <w:i/>
      <w:szCs w:val="24"/>
      <w:iCs/>
      <w:rFonts w:cs="Lohit Hindi"/>
    </w:rPr>
  </w:style>
  <w:style w:styleId="style27" w:type="paragraph">
    <w:name w:val="Índice"/>
    <w:basedOn w:val="style0"/>
    <w:next w:val="style27"/>
    <w:pPr>
      <w:suppressLineNumbers/>
    </w:pPr>
    <w:rPr>
      <w:rFonts w:cs="Lohit Hindi"/>
    </w:rPr>
  </w:style>
  <w:style w:styleId="style28" w:type="paragraph">
    <w:name w:val="Enumeración 1"/>
    <w:basedOn w:val="style25"/>
    <w:next w:val="style28"/>
    <w:pPr>
      <w:numPr>
        <w:ilvl w:val="0"/>
        <w:numId w:val="2"/>
      </w:numPr>
      <w:spacing w:after="120" w:before="0"/>
    </w:pPr>
    <w:rPr/>
  </w:style>
  <w:style w:styleId="style29" w:type="paragraph">
    <w:name w:val="Numeración 1"/>
    <w:basedOn w:val="style25"/>
    <w:next w:val="style29"/>
    <w:pPr>
      <w:ind w:hanging="360" w:left="360" w:right="0"/>
      <w:spacing w:after="120" w:before="0"/>
    </w:pPr>
    <w:rPr/>
  </w:style>
  <w:style w:styleId="style30" w:type="paragraph">
    <w:name w:val="Vinetas"/>
    <w:basedOn w:val="style24"/>
    <w:next w:val="style30"/>
    <w:pPr>
      <w:numPr>
        <w:ilvl w:val="0"/>
        <w:numId w:val="2"/>
      </w:numPr>
    </w:pPr>
    <w:rPr/>
  </w:style>
  <w:style w:styleId="style31" w:type="paragraph">
    <w:name w:val="Cuerpo_texto_numerado_2"/>
    <w:basedOn w:val="style24"/>
    <w:next w:val="style24"/>
    <w:pPr/>
    <w:rPr/>
  </w:style>
  <w:style w:styleId="style32" w:type="paragraph">
    <w:name w:val="Cuerpo_texto_numerado_1"/>
    <w:basedOn w:val="style24"/>
    <w:next w:val="style24"/>
    <w:pPr/>
    <w:rPr/>
  </w:style>
  <w:style w:styleId="style33" w:type="paragraph">
    <w:name w:val="Cuerpo_texto_numerado_3"/>
    <w:basedOn w:val="style24"/>
    <w:next w:val="style24"/>
    <w:pPr/>
    <w:rPr/>
  </w:style>
  <w:style w:styleId="style34" w:type="paragraph">
    <w:name w:val="Encabezamiento"/>
    <w:basedOn w:val="style0"/>
    <w:next w:val="style34"/>
    <w:pPr>
      <w:tabs>
        <w:tab w:leader="none" w:pos="4819" w:val="center"/>
        <w:tab w:leader="none" w:pos="9638" w:val="right"/>
      </w:tabs>
      <w:suppressLineNumbers/>
    </w:pPr>
    <w:rPr/>
  </w:style>
  <w:style w:styleId="style35" w:type="paragraph">
    <w:name w:val="Cuerpo de texto con sangría"/>
    <w:basedOn w:val="style24"/>
    <w:next w:val="style35"/>
    <w:pPr>
      <w:ind w:hanging="0" w:left="283" w:right="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basica</Template>
  <TotalTime>10</TotalTime>
  <Application>OpenOffice.org/3.2$Linux OpenOffice.org_project/320m12$Build-9483</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2015-05-17T21:43:12.00Z</dcterms:created>
  <dc:creator>Luis Munoz Fuente</dc:creator>
  <cp:lastModifiedBy>Luis Munoz Fuente</cp:lastModifiedBy>
  <dcterms:modified xsi:type="dcterms:W3CDTF">2015-05-17T21:43:20.00Z</dcterms:modified>
  <cp:revision>2</cp:revision>
  <dc:title>basica</dc:title>
</cp:coreProperties>
</file>